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247B182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437521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37521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EB2F067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437521">
        <w:rPr>
          <w:rFonts w:ascii="Corbel" w:hAnsi="Corbel"/>
          <w:sz w:val="20"/>
          <w:szCs w:val="20"/>
        </w:rPr>
        <w:t>1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43752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3B4694EB" w14:textId="77777777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6386891A" w:rsidR="00AA5C08" w:rsidRPr="00FA6E82" w:rsidRDefault="00AA5C08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7D443" w14:textId="77777777" w:rsidR="00D80145" w:rsidRDefault="00D80145" w:rsidP="00C16ABF">
      <w:pPr>
        <w:spacing w:after="0" w:line="240" w:lineRule="auto"/>
      </w:pPr>
      <w:r>
        <w:separator/>
      </w:r>
    </w:p>
  </w:endnote>
  <w:endnote w:type="continuationSeparator" w:id="0">
    <w:p w14:paraId="192BD2EF" w14:textId="77777777" w:rsidR="00D80145" w:rsidRDefault="00D801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601DA" w14:textId="77777777" w:rsidR="00D80145" w:rsidRDefault="00D80145" w:rsidP="00C16ABF">
      <w:pPr>
        <w:spacing w:after="0" w:line="240" w:lineRule="auto"/>
      </w:pPr>
      <w:r>
        <w:separator/>
      </w:r>
    </w:p>
  </w:footnote>
  <w:footnote w:type="continuationSeparator" w:id="0">
    <w:p w14:paraId="1F8A5391" w14:textId="77777777" w:rsidR="00D80145" w:rsidRDefault="00D8014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521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145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53432C-17D1-405A-98C2-13037956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2020-10-27T12:41:00Z</dcterms:created>
  <dcterms:modified xsi:type="dcterms:W3CDTF">2021-11-04T13:47:00Z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